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5B8" w:rsidRPr="001D0F2D" w:rsidRDefault="00BD55B8" w:rsidP="001A2B7C">
      <w:pPr>
        <w:ind w:left="1210"/>
        <w:rPr>
          <w:b/>
          <w:color w:val="800080"/>
          <w:sz w:val="24"/>
          <w:szCs w:val="24"/>
        </w:rPr>
      </w:pPr>
      <w:r w:rsidRPr="001D0F2D">
        <w:rPr>
          <w:b/>
          <w:color w:val="800080"/>
          <w:sz w:val="24"/>
          <w:szCs w:val="24"/>
        </w:rPr>
        <w:t>Tisková zpráva - Po čem ženy touží – 10 tipů, jak být pro ženu přitažlivý - 24.9. 2013</w:t>
      </w:r>
    </w:p>
    <w:p w:rsidR="00BD55B8" w:rsidRDefault="00BD55B8" w:rsidP="001A2B7C">
      <w:pPr>
        <w:ind w:left="1210"/>
        <w:rPr>
          <w:b/>
        </w:rPr>
      </w:pPr>
      <w:r w:rsidRPr="00275429">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8.75pt;height:232.5pt">
            <v:imagedata r:id="rId7" o:title=""/>
          </v:shape>
        </w:pict>
      </w:r>
    </w:p>
    <w:p w:rsidR="00BD55B8" w:rsidRPr="006B4C7F" w:rsidRDefault="00BD55B8" w:rsidP="001A2B7C">
      <w:pPr>
        <w:spacing w:after="0"/>
        <w:ind w:left="1210"/>
        <w:jc w:val="both"/>
        <w:rPr>
          <w:b/>
        </w:rPr>
      </w:pPr>
      <w:r w:rsidRPr="006B4C7F">
        <w:rPr>
          <w:b/>
        </w:rPr>
        <w:t xml:space="preserve">Co ženy na mužích oceňují? Jaký muž je pro ženy nejpřitažlivější? Jaké chování je atraktivní? Zkrátka po jakém muži ženy touží? Na tyto a celou řadu dalších otázek jsme se ptali 1600 nezadaných, kteří hledají trvalého partnera. </w:t>
      </w:r>
    </w:p>
    <w:p w:rsidR="00BD55B8" w:rsidRDefault="00BD55B8" w:rsidP="001A2B7C">
      <w:pPr>
        <w:spacing w:after="0"/>
        <w:ind w:left="1210"/>
        <w:jc w:val="both"/>
        <w:rPr>
          <w:b/>
        </w:rPr>
      </w:pPr>
      <w:r w:rsidRPr="006B4C7F">
        <w:rPr>
          <w:b/>
        </w:rPr>
        <w:t>Muži obecně důvěřují především číslům. Proto právě pro ně mohou být odpovědi širokého zástupu žen, které touží po novém vztahu, inspirací:</w:t>
      </w:r>
    </w:p>
    <w:p w:rsidR="00BD55B8" w:rsidRPr="006B4C7F" w:rsidRDefault="00BD55B8" w:rsidP="001A2B7C">
      <w:pPr>
        <w:spacing w:after="0"/>
        <w:ind w:left="1210"/>
        <w:rPr>
          <w:b/>
        </w:rPr>
      </w:pP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smysl pro humor </w:t>
      </w:r>
      <w:r w:rsidRPr="006B4C7F">
        <w:t xml:space="preserve">– umění ženu rozesmát ocení snad každá. </w:t>
      </w:r>
      <w:r>
        <w:t>H</w:t>
      </w:r>
      <w:r w:rsidRPr="006B4C7F">
        <w:t xml:space="preserve">umor je </w:t>
      </w:r>
      <w:r>
        <w:t>d</w:t>
      </w:r>
      <w:r w:rsidRPr="006B4C7F">
        <w:t xml:space="preserve">okonce to, co nezadané dámy </w:t>
      </w:r>
      <w:r>
        <w:t xml:space="preserve">uvádějí </w:t>
      </w:r>
      <w:r w:rsidRPr="006B4C7F">
        <w:t xml:space="preserve">na prvním místě </w:t>
      </w:r>
      <w:r>
        <w:t xml:space="preserve">- </w:t>
      </w:r>
      <w:r w:rsidRPr="006B4C7F">
        <w:t xml:space="preserve">jako </w:t>
      </w:r>
      <w:r>
        <w:t>na mužích nej</w:t>
      </w:r>
      <w:r w:rsidRPr="006B4C7F">
        <w:t>přitažliv</w:t>
      </w:r>
      <w:r>
        <w:t>ější.</w:t>
      </w:r>
      <w:r w:rsidRPr="006B4C7F">
        <w:t xml:space="preserve"> Takže chcete-li ženu zaujmout, vymyslete jakoukoliv ptákovinu, která partnerce vyloudí úsměv na tváři, buďte svůj a originální. Nebojte se riskovat s použitím humoru, protože české ženy smysl pro humor nejen ocení, ale také samy mají.</w:t>
      </w: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pleš ani menší bříško nevadí, obezita ano - </w:t>
      </w:r>
      <w:r w:rsidRPr="006B4C7F">
        <w:t>ženy jsou připraveny muži daleko více odpustit na jeho vzhledu než muži jim. Menší bříško pro něžné pohlaví není překážkou. Mnohé z nich považují muže bez vlasů za velice sexy, přestože pro něho samotného může být tento zdánlivý nedostatek traumatem. Zbytečně. Na druhou stranu čisté boty, košile, opravený chrup a použití antiperspirantů je něco, bez čeho se u partnera obejde jen málokterá.</w:t>
      </w: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muž vyšší než žena </w:t>
      </w:r>
      <w:r w:rsidRPr="006B4C7F">
        <w:t>– ženy od nepaměti hledají u muže pocit bezpečí a ochrany. Není tedy asi překvapením, že chtějí, aby je zhruba o 10 cm přerostl. Také proto, že se rády cítí ženami a do vysoké společnosti vyrážejí na vysoké noze, tedy na podpatcích. Ty, které menší muže doma mají, si často povzdychnou, že boty s podpatky musely vyměnit za balerínky. Muž, který vyšší ženu sám „snese a unese“, jí balerínky jistě mnohonásobně vynahradí.</w:t>
      </w: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charismatický gentleman </w:t>
      </w:r>
      <w:r w:rsidRPr="006B4C7F">
        <w:t>– otevřít dveře, dát společenskou přednost, pomoci do kabátu, zaplatit za kafe</w:t>
      </w:r>
      <w:r>
        <w:t>,</w:t>
      </w:r>
      <w:r w:rsidRPr="006B4C7F">
        <w:t xml:space="preserve"> </w:t>
      </w:r>
      <w:r>
        <w:t xml:space="preserve">to </w:t>
      </w:r>
      <w:r w:rsidRPr="006B4C7F">
        <w:t xml:space="preserve">je chování, které potěší každou ženu. Může být součástí </w:t>
      </w:r>
      <w:r>
        <w:t>Vašeho</w:t>
      </w:r>
      <w:r w:rsidRPr="006B4C7F">
        <w:t xml:space="preserve"> charismatu, i když právě charisma je něco, co každý muž tříbí a piluje. Na charisma ne</w:t>
      </w:r>
      <w:r>
        <w:t>existuje</w:t>
      </w:r>
      <w:r w:rsidRPr="006B4C7F">
        <w:t xml:space="preserve"> recept. </w:t>
      </w:r>
      <w:r>
        <w:t xml:space="preserve">Dát však ženě </w:t>
      </w:r>
      <w:r w:rsidRPr="006B4C7F">
        <w:t>pocit dámy</w:t>
      </w:r>
      <w:r>
        <w:t xml:space="preserve">, </w:t>
      </w:r>
      <w:r w:rsidRPr="006B4C7F">
        <w:t xml:space="preserve">rozhodně </w:t>
      </w:r>
      <w:r>
        <w:t>nemusí být marnou</w:t>
      </w:r>
      <w:r w:rsidRPr="006B4C7F">
        <w:t xml:space="preserve"> </w:t>
      </w:r>
      <w:r>
        <w:t>c</w:t>
      </w:r>
      <w:r w:rsidRPr="006B4C7F">
        <w:t>est</w:t>
      </w:r>
      <w:r>
        <w:t>ou k jejímu srdci.</w:t>
      </w:r>
    </w:p>
    <w:p w:rsidR="00BD55B8" w:rsidRPr="006B4C7F" w:rsidRDefault="00BD55B8" w:rsidP="001A2B7C">
      <w:pPr>
        <w:pStyle w:val="ListParagraph"/>
        <w:numPr>
          <w:ilvl w:val="0"/>
          <w:numId w:val="15"/>
        </w:numPr>
        <w:spacing w:after="0" w:line="240" w:lineRule="auto"/>
        <w:ind w:left="1210" w:firstLine="0"/>
        <w:contextualSpacing/>
      </w:pPr>
      <w:r w:rsidRPr="006B4C7F">
        <w:rPr>
          <w:b/>
        </w:rPr>
        <w:t xml:space="preserve">aktivní optimista </w:t>
      </w:r>
      <w:r w:rsidRPr="006B4C7F">
        <w:t>– stěžovat si na všechno a na všechny je tak trochu naším národním sportem. Stejně jako večer zalehnout s novinami na gauč a pustit si televizi. Proto mužem snů je aktivní chlap, který není škarohlíd. Do života celkem příjemná kombinace, že? Neotřelý nápad na první rande či výlet s překvapením je něco, co ona ocení.</w:t>
      </w: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přiměřené ekonomické zázemí </w:t>
      </w:r>
      <w:r w:rsidRPr="006B4C7F">
        <w:t>– muž nemusí být nutně bohatý. Ženy hledající partnera se s námi často dělí o zkušenost, že vyšší příjem muže pomáhá především jeho vlastnímu sebevědomí a spokojenosti. Přiměřené finanční zázemí je tedy pro vztah ta lepší varianta.</w:t>
      </w:r>
    </w:p>
    <w:p w:rsidR="00BD55B8" w:rsidRPr="006B4C7F" w:rsidRDefault="00BD55B8" w:rsidP="001A2B7C">
      <w:pPr>
        <w:pStyle w:val="ListParagraph"/>
        <w:numPr>
          <w:ilvl w:val="0"/>
          <w:numId w:val="15"/>
        </w:numPr>
        <w:spacing w:after="0" w:line="240" w:lineRule="auto"/>
        <w:ind w:left="1210" w:firstLine="0"/>
        <w:contextualSpacing/>
      </w:pPr>
      <w:r w:rsidRPr="006B4C7F">
        <w:rPr>
          <w:b/>
        </w:rPr>
        <w:t xml:space="preserve">peníze přidávají na sex-appealu </w:t>
      </w:r>
      <w:r w:rsidRPr="006B4C7F">
        <w:t xml:space="preserve">– finančně lépe situovaným pánům jsou ženy připraveny nějaké to kilo navíc, nižší postavu, větší nos či dominantnější povahu daleko lépe odpustit. </w:t>
      </w:r>
    </w:p>
    <w:p w:rsidR="00BD55B8" w:rsidRPr="006B4C7F" w:rsidRDefault="00BD55B8" w:rsidP="001A2B7C">
      <w:pPr>
        <w:pStyle w:val="ListParagraph"/>
        <w:numPr>
          <w:ilvl w:val="0"/>
          <w:numId w:val="15"/>
        </w:numPr>
        <w:spacing w:after="0" w:line="240" w:lineRule="auto"/>
        <w:ind w:left="1210" w:firstLine="0"/>
        <w:contextualSpacing/>
        <w:rPr>
          <w:b/>
        </w:rPr>
      </w:pPr>
      <w:r w:rsidRPr="006B4C7F">
        <w:rPr>
          <w:b/>
        </w:rPr>
        <w:t xml:space="preserve">selský rozum </w:t>
      </w:r>
      <w:r w:rsidRPr="006B4C7F">
        <w:t>– nemusí být zrovna Einstein. Leckdy příliš vysoká inteligence může být naopak vztahu překážk</w:t>
      </w:r>
      <w:r>
        <w:t>ou</w:t>
      </w:r>
      <w:r w:rsidRPr="006B4C7F">
        <w:t xml:space="preserve">. Především tehdy, pokud není vysoké IQ kombinováno alespoň </w:t>
      </w:r>
      <w:r>
        <w:t xml:space="preserve">s </w:t>
      </w:r>
      <w:r w:rsidRPr="006B4C7F">
        <w:t>přiměřenou sociální či emoční inteligencí, tedy EQ. Ale přirozený selský rozum je k nezaplacení.</w:t>
      </w:r>
    </w:p>
    <w:p w:rsidR="00BD55B8" w:rsidRPr="006B4C7F" w:rsidRDefault="00BD55B8" w:rsidP="001A2B7C">
      <w:pPr>
        <w:pStyle w:val="ListParagraph"/>
        <w:numPr>
          <w:ilvl w:val="0"/>
          <w:numId w:val="15"/>
        </w:numPr>
        <w:spacing w:after="0" w:line="240" w:lineRule="auto"/>
        <w:ind w:left="1210" w:firstLine="0"/>
        <w:contextualSpacing/>
      </w:pPr>
      <w:r w:rsidRPr="006B4C7F">
        <w:rPr>
          <w:b/>
        </w:rPr>
        <w:t xml:space="preserve">vyřešená vztahová minulost </w:t>
      </w:r>
      <w:r w:rsidRPr="006B4C7F">
        <w:t>– pokud si muž z minulých vztahů nese zranění, nemá dořešený rozchod či stále myslí na partnerku, která jej opustila s někým jiným, je to něco, co brání rozvoji nového vztahu. Je dobré minulost uzavřít, vypořádat se s ní a tepr</w:t>
      </w:r>
      <w:r>
        <w:t xml:space="preserve">ve poté jít do něčeho nového. </w:t>
      </w:r>
    </w:p>
    <w:p w:rsidR="00BD55B8" w:rsidRPr="001D0F2D" w:rsidRDefault="00BD55B8" w:rsidP="001A2B7C">
      <w:pPr>
        <w:pStyle w:val="ListParagraph"/>
        <w:spacing w:after="0" w:line="240" w:lineRule="auto"/>
        <w:ind w:left="1210"/>
        <w:contextualSpacing/>
        <w:rPr>
          <w:b/>
        </w:rPr>
      </w:pPr>
      <w:r>
        <w:rPr>
          <w:b/>
        </w:rPr>
        <w:t>10.</w:t>
      </w:r>
      <w:r w:rsidRPr="006B4C7F">
        <w:rPr>
          <w:b/>
        </w:rPr>
        <w:t xml:space="preserve">chemie </w:t>
      </w:r>
      <w:r w:rsidRPr="006B4C7F">
        <w:t xml:space="preserve">– je to něco, co neovlivníme a zároveň je pro vztah naprosto zásadní. Vědci se </w:t>
      </w:r>
      <w:r>
        <w:t xml:space="preserve">stále </w:t>
      </w:r>
      <w:r w:rsidRPr="006B4C7F">
        <w:t>zabýva</w:t>
      </w:r>
      <w:r>
        <w:t>jí   tím</w:t>
      </w:r>
      <w:r w:rsidRPr="006B4C7F">
        <w:t>, co vzájemnou přitažlivost nejvíce ovlivňuje a jsou to skutečně především geny. Muži sami nejvíce reagují na vizuální impulsy. Velká část žen pak jako primární smysl využívá čich. Je nemožné ovlivnit geny, ale příjemná vůně může být pro ženy neodolatelná.</w:t>
      </w:r>
    </w:p>
    <w:p w:rsidR="00BD55B8" w:rsidRPr="006B4C7F" w:rsidRDefault="00BD55B8" w:rsidP="001A2B7C">
      <w:pPr>
        <w:pStyle w:val="ListParagraph"/>
        <w:spacing w:after="0" w:line="240" w:lineRule="auto"/>
        <w:ind w:left="1210"/>
        <w:contextualSpacing/>
        <w:rPr>
          <w:b/>
        </w:rPr>
      </w:pPr>
    </w:p>
    <w:p w:rsidR="00BD55B8" w:rsidRDefault="00BD55B8" w:rsidP="001A2B7C">
      <w:pPr>
        <w:spacing w:after="0"/>
        <w:ind w:left="1210"/>
      </w:pPr>
      <w:r w:rsidRPr="006B4C7F">
        <w:t xml:space="preserve">Statisticky nejčastější odpovědi žen znáte. Mohou být pro muže inspirací. Naštěstí </w:t>
      </w:r>
      <w:r>
        <w:t xml:space="preserve">s </w:t>
      </w:r>
      <w:r w:rsidRPr="006B4C7F">
        <w:t>každé ženě se líbí něco jiného. Jediné, co je neodpustitelné, když se s mužem žena nudí.</w:t>
      </w:r>
      <w:r>
        <w:t xml:space="preserve"> </w:t>
      </w:r>
    </w:p>
    <w:p w:rsidR="00BD55B8" w:rsidRDefault="00BD55B8" w:rsidP="001A2B7C">
      <w:pPr>
        <w:spacing w:after="0"/>
        <w:ind w:left="1210"/>
      </w:pPr>
      <w:r w:rsidRPr="006B4C7F">
        <w:t xml:space="preserve">A proto buďte tvůrčí, originální, autentický, ale vždycky buďte sám sebou. </w:t>
      </w:r>
    </w:p>
    <w:p w:rsidR="00BD55B8" w:rsidRDefault="00BD55B8" w:rsidP="001A2B7C">
      <w:pPr>
        <w:spacing w:after="0"/>
        <w:ind w:left="1210"/>
      </w:pPr>
    </w:p>
    <w:p w:rsidR="00BD55B8" w:rsidRPr="00A74AF1" w:rsidRDefault="00BD55B8" w:rsidP="001A2B7C">
      <w:pPr>
        <w:spacing w:after="0" w:line="240" w:lineRule="auto"/>
        <w:ind w:left="1210"/>
      </w:pPr>
      <w:r w:rsidRPr="00A74AF1">
        <w:t xml:space="preserve">text: Veronika Vinterová – majitelka seznamovací a rozvojové agentury Náhoda </w:t>
      </w:r>
      <w:hyperlink r:id="rId8" w:history="1">
        <w:r w:rsidRPr="00A74AF1">
          <w:rPr>
            <w:rStyle w:val="Hyperlink"/>
            <w:rFonts w:ascii="Cambria" w:hAnsi="Cambria"/>
          </w:rPr>
          <w:t>www.nahoda.com</w:t>
        </w:r>
      </w:hyperlink>
    </w:p>
    <w:p w:rsidR="00BD55B8" w:rsidRDefault="00BD55B8" w:rsidP="001A2B7C">
      <w:pPr>
        <w:spacing w:after="0" w:line="240" w:lineRule="auto"/>
        <w:ind w:left="1210"/>
      </w:pPr>
      <w:r w:rsidRPr="00A74AF1">
        <w:t>foto: Michal Čermín</w:t>
      </w:r>
    </w:p>
    <w:p w:rsidR="00BD55B8" w:rsidRPr="00A74AF1" w:rsidRDefault="00BD55B8" w:rsidP="001A2B7C">
      <w:pPr>
        <w:spacing w:after="0" w:line="240" w:lineRule="auto"/>
        <w:ind w:left="1210"/>
      </w:pPr>
    </w:p>
    <w:p w:rsidR="00BD55B8" w:rsidRPr="00526999" w:rsidRDefault="00BD55B8" w:rsidP="001A2B7C">
      <w:pPr>
        <w:ind w:left="1210"/>
        <w:rPr>
          <w:b/>
          <w:color w:val="800080"/>
          <w:sz w:val="20"/>
          <w:szCs w:val="20"/>
        </w:rPr>
      </w:pPr>
      <w:r w:rsidRPr="00526999">
        <w:rPr>
          <w:b/>
          <w:color w:val="800080"/>
          <w:sz w:val="20"/>
          <w:szCs w:val="20"/>
        </w:rPr>
        <w:t>Informace pro média:</w:t>
      </w:r>
    </w:p>
    <w:p w:rsidR="00BD55B8" w:rsidRPr="00526999" w:rsidRDefault="00BD55B8" w:rsidP="001A2B7C">
      <w:pPr>
        <w:ind w:left="1210"/>
        <w:rPr>
          <w:b/>
          <w:color w:val="800080"/>
          <w:sz w:val="20"/>
          <w:szCs w:val="20"/>
        </w:rPr>
      </w:pPr>
      <w:r w:rsidRPr="00526999">
        <w:rPr>
          <w:color w:val="800080"/>
          <w:sz w:val="20"/>
          <w:szCs w:val="2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BD55B8" w:rsidRPr="00526999" w:rsidRDefault="00BD55B8" w:rsidP="001A2B7C">
      <w:pPr>
        <w:ind w:left="1210"/>
        <w:rPr>
          <w:color w:val="800080"/>
          <w:sz w:val="20"/>
          <w:szCs w:val="20"/>
        </w:rPr>
      </w:pPr>
      <w:r w:rsidRPr="00526999">
        <w:rPr>
          <w:color w:val="800080"/>
          <w:sz w:val="20"/>
          <w:szCs w:val="20"/>
        </w:rPr>
        <w:t>www.nahoda.com</w:t>
      </w:r>
    </w:p>
    <w:sectPr w:rsidR="00BD55B8" w:rsidRPr="00526999" w:rsidSect="00EA5F1D">
      <w:headerReference w:type="default" r:id="rId9"/>
      <w:footerReference w:type="default" r:id="rId10"/>
      <w:pgSz w:w="11906" w:h="16838"/>
      <w:pgMar w:top="1417" w:right="1417" w:bottom="1417" w:left="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5B8" w:rsidRDefault="00BD55B8" w:rsidP="00040538">
      <w:pPr>
        <w:spacing w:after="0" w:line="240" w:lineRule="auto"/>
      </w:pPr>
      <w:r>
        <w:separator/>
      </w:r>
    </w:p>
  </w:endnote>
  <w:endnote w:type="continuationSeparator" w:id="0">
    <w:p w:rsidR="00BD55B8" w:rsidRDefault="00BD55B8"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5B8" w:rsidRDefault="00BD55B8">
    <w:pPr>
      <w:pStyle w:val="Footer"/>
    </w:pPr>
    <w:r>
      <w:rPr>
        <w:noProof/>
        <w:lang w:val="en-US"/>
      </w:rPr>
      <w:pict>
        <v:shapetype id="_x0000_t202" coordsize="21600,21600" o:spt="202" path="m,l,21600r21600,l21600,xe">
          <v:stroke joinstyle="miter"/>
          <v:path gradientshapeok="t" o:connecttype="rect"/>
        </v:shapetype>
        <v:shape id="_x0000_s2049" type="#_x0000_t202" style="position:absolute;margin-left:56.6pt;margin-top:24.3pt;width:126.75pt;height:124.45pt;z-index:251660288" filled="f" stroked="f">
          <v:textbox style="mso-next-textbox:#_x0000_s2049">
            <w:txbxContent>
              <w:p w:rsidR="00BD55B8" w:rsidRPr="0010253C" w:rsidRDefault="00BD55B8" w:rsidP="0010253C">
                <w:pPr>
                  <w:pStyle w:val="BasicParagraph"/>
                  <w:rPr>
                    <w:rFonts w:ascii="Calibri" w:hAnsi="Calibri" w:cs="Calibri"/>
                    <w:sz w:val="14"/>
                    <w:szCs w:val="14"/>
                  </w:rPr>
                </w:pPr>
                <w:r w:rsidRPr="0010253C">
                  <w:rPr>
                    <w:rFonts w:ascii="Calibri" w:hAnsi="Calibri" w:cs="Calibri"/>
                    <w:sz w:val="14"/>
                    <w:szCs w:val="14"/>
                  </w:rPr>
                  <w:t>náhoda s.r.o.,</w:t>
                </w:r>
              </w:p>
              <w:p w:rsidR="00BD55B8" w:rsidRPr="0010253C" w:rsidRDefault="00BD55B8" w:rsidP="0010253C">
                <w:pPr>
                  <w:pStyle w:val="BasicParagraph"/>
                  <w:rPr>
                    <w:rFonts w:ascii="Calibri" w:hAnsi="Calibri" w:cs="Calibri"/>
                    <w:sz w:val="14"/>
                    <w:szCs w:val="14"/>
                  </w:rPr>
                </w:pPr>
                <w:r w:rsidRPr="0010253C">
                  <w:rPr>
                    <w:rFonts w:ascii="Calibri" w:hAnsi="Calibri" w:cs="Calibri"/>
                    <w:sz w:val="14"/>
                    <w:szCs w:val="14"/>
                  </w:rPr>
                  <w:t xml:space="preserve">IČ 290 55 903 </w:t>
                </w:r>
              </w:p>
              <w:p w:rsidR="00BD55B8" w:rsidRPr="0010253C" w:rsidRDefault="00BD55B8" w:rsidP="0010253C">
                <w:pPr>
                  <w:pStyle w:val="BasicParagraph"/>
                  <w:rPr>
                    <w:rFonts w:ascii="Calibri" w:hAnsi="Calibri" w:cs="Calibri"/>
                    <w:sz w:val="14"/>
                    <w:szCs w:val="14"/>
                  </w:rPr>
                </w:pPr>
                <w:r w:rsidRPr="0010253C">
                  <w:rPr>
                    <w:rFonts w:ascii="Calibri" w:hAnsi="Calibri" w:cs="Calibri"/>
                    <w:sz w:val="14"/>
                    <w:szCs w:val="14"/>
                  </w:rPr>
                  <w:t xml:space="preserve">zapsaná v  obchodním </w:t>
                </w:r>
              </w:p>
              <w:p w:rsidR="00BD55B8" w:rsidRPr="0010253C" w:rsidRDefault="00BD55B8" w:rsidP="0010253C">
                <w:pPr>
                  <w:pStyle w:val="BasicParagraph"/>
                  <w:rPr>
                    <w:rFonts w:ascii="Calibri" w:hAnsi="Calibri" w:cs="Calibri"/>
                    <w:sz w:val="14"/>
                    <w:szCs w:val="14"/>
                  </w:rPr>
                </w:pPr>
                <w:r w:rsidRPr="0010253C">
                  <w:rPr>
                    <w:rFonts w:ascii="Calibri" w:hAnsi="Calibri" w:cs="Calibri"/>
                    <w:sz w:val="14"/>
                    <w:szCs w:val="14"/>
                  </w:rPr>
                  <w:t xml:space="preserve">rejstříku u městského </w:t>
                </w:r>
              </w:p>
              <w:p w:rsidR="00BD55B8" w:rsidRPr="0010253C" w:rsidRDefault="00BD55B8" w:rsidP="0010253C">
                <w:pPr>
                  <w:rPr>
                    <w:rFonts w:cs="Calibri"/>
                    <w:sz w:val="14"/>
                    <w:szCs w:val="14"/>
                  </w:rPr>
                </w:pPr>
                <w:r w:rsidRPr="0010253C">
                  <w:rPr>
                    <w:rFonts w:cs="Calibri"/>
                    <w:sz w:val="14"/>
                    <w:szCs w:val="14"/>
                  </w:rPr>
                  <w:t>soudu v praze v oddílu C,</w:t>
                </w:r>
                <w:r w:rsidRPr="0010253C">
                  <w:rPr>
                    <w:rFonts w:cs="Calibri"/>
                    <w:sz w:val="14"/>
                    <w:szCs w:val="14"/>
                  </w:rPr>
                  <w:br/>
                  <w:t>vložce 163362</w:t>
                </w:r>
              </w:p>
            </w:txbxContent>
          </v:textbox>
        </v:shape>
      </w:pict>
    </w:r>
    <w:r>
      <w:rPr>
        <w:noProof/>
        <w:lang w:eastAsia="cs-CZ"/>
      </w:rPr>
      <w:t xml:space="preserve"> </w:t>
    </w:r>
    <w:r w:rsidRPr="0027542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89.5pt;height:114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5B8" w:rsidRDefault="00BD55B8" w:rsidP="00040538">
      <w:pPr>
        <w:spacing w:after="0" w:line="240" w:lineRule="auto"/>
      </w:pPr>
      <w:r>
        <w:separator/>
      </w:r>
    </w:p>
  </w:footnote>
  <w:footnote w:type="continuationSeparator" w:id="0">
    <w:p w:rsidR="00BD55B8" w:rsidRDefault="00BD55B8"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5B8" w:rsidRPr="00570F38" w:rsidRDefault="00BD55B8">
    <w:pPr>
      <w:pStyle w:val="Header"/>
    </w:pPr>
    <w:r w:rsidRPr="00275429">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6" type="#_x0000_t75" style="width:576.75pt;height:233.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1C131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97F665B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165AD96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A8F8B0C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ADC9EF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3826B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F5641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FE63C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50B7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1C8D3CA"/>
    <w:lvl w:ilvl="0">
      <w:start w:val="1"/>
      <w:numFmt w:val="bullet"/>
      <w:lvlText w:val=""/>
      <w:lvlJc w:val="left"/>
      <w:pPr>
        <w:tabs>
          <w:tab w:val="num" w:pos="360"/>
        </w:tabs>
        <w:ind w:left="360" w:hanging="360"/>
      </w:pPr>
      <w:rPr>
        <w:rFonts w:ascii="Symbol" w:hAnsi="Symbol" w:hint="default"/>
      </w:rPr>
    </w:lvl>
  </w:abstractNum>
  <w:abstractNum w:abstractNumId="10">
    <w:nsid w:val="0BE62A1B"/>
    <w:multiLevelType w:val="hybridMultilevel"/>
    <w:tmpl w:val="B7D8531A"/>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cs="Times New Roman"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1">
    <w:nsid w:val="1A43206C"/>
    <w:multiLevelType w:val="hybridMultilevel"/>
    <w:tmpl w:val="CE02B6A2"/>
    <w:lvl w:ilvl="0" w:tplc="04050001">
      <w:start w:val="1"/>
      <w:numFmt w:val="bullet"/>
      <w:lvlText w:val=""/>
      <w:lvlJc w:val="left"/>
      <w:pPr>
        <w:ind w:left="1996" w:hanging="360"/>
      </w:pPr>
      <w:rPr>
        <w:rFonts w:ascii="Symbol" w:hAnsi="Symbol"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2">
    <w:nsid w:val="23CE3F61"/>
    <w:multiLevelType w:val="hybridMultilevel"/>
    <w:tmpl w:val="F0627182"/>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nsid w:val="307660EE"/>
    <w:multiLevelType w:val="hybridMultilevel"/>
    <w:tmpl w:val="AA7AAFAE"/>
    <w:lvl w:ilvl="0" w:tplc="0405000F">
      <w:start w:val="1"/>
      <w:numFmt w:val="decimal"/>
      <w:lvlText w:val="%1."/>
      <w:lvlJc w:val="left"/>
      <w:pPr>
        <w:ind w:left="1776" w:hanging="360"/>
      </w:pPr>
      <w:rPr>
        <w:rFonts w:cs="Times New Roman"/>
      </w:rPr>
    </w:lvl>
    <w:lvl w:ilvl="1" w:tplc="04050019" w:tentative="1">
      <w:start w:val="1"/>
      <w:numFmt w:val="lowerLetter"/>
      <w:lvlText w:val="%2."/>
      <w:lvlJc w:val="left"/>
      <w:pPr>
        <w:ind w:left="2496" w:hanging="360"/>
      </w:pPr>
      <w:rPr>
        <w:rFonts w:cs="Times New Roman"/>
      </w:rPr>
    </w:lvl>
    <w:lvl w:ilvl="2" w:tplc="0405001B" w:tentative="1">
      <w:start w:val="1"/>
      <w:numFmt w:val="lowerRoman"/>
      <w:lvlText w:val="%3."/>
      <w:lvlJc w:val="right"/>
      <w:pPr>
        <w:ind w:left="3216" w:hanging="180"/>
      </w:pPr>
      <w:rPr>
        <w:rFonts w:cs="Times New Roman"/>
      </w:rPr>
    </w:lvl>
    <w:lvl w:ilvl="3" w:tplc="0405000F" w:tentative="1">
      <w:start w:val="1"/>
      <w:numFmt w:val="decimal"/>
      <w:lvlText w:val="%4."/>
      <w:lvlJc w:val="left"/>
      <w:pPr>
        <w:ind w:left="3936" w:hanging="360"/>
      </w:pPr>
      <w:rPr>
        <w:rFonts w:cs="Times New Roman"/>
      </w:rPr>
    </w:lvl>
    <w:lvl w:ilvl="4" w:tplc="04050019" w:tentative="1">
      <w:start w:val="1"/>
      <w:numFmt w:val="lowerLetter"/>
      <w:lvlText w:val="%5."/>
      <w:lvlJc w:val="left"/>
      <w:pPr>
        <w:ind w:left="4656" w:hanging="360"/>
      </w:pPr>
      <w:rPr>
        <w:rFonts w:cs="Times New Roman"/>
      </w:rPr>
    </w:lvl>
    <w:lvl w:ilvl="5" w:tplc="0405001B" w:tentative="1">
      <w:start w:val="1"/>
      <w:numFmt w:val="lowerRoman"/>
      <w:lvlText w:val="%6."/>
      <w:lvlJc w:val="right"/>
      <w:pPr>
        <w:ind w:left="5376" w:hanging="180"/>
      </w:pPr>
      <w:rPr>
        <w:rFonts w:cs="Times New Roman"/>
      </w:rPr>
    </w:lvl>
    <w:lvl w:ilvl="6" w:tplc="0405000F" w:tentative="1">
      <w:start w:val="1"/>
      <w:numFmt w:val="decimal"/>
      <w:lvlText w:val="%7."/>
      <w:lvlJc w:val="left"/>
      <w:pPr>
        <w:ind w:left="6096" w:hanging="360"/>
      </w:pPr>
      <w:rPr>
        <w:rFonts w:cs="Times New Roman"/>
      </w:rPr>
    </w:lvl>
    <w:lvl w:ilvl="7" w:tplc="04050019" w:tentative="1">
      <w:start w:val="1"/>
      <w:numFmt w:val="lowerLetter"/>
      <w:lvlText w:val="%8."/>
      <w:lvlJc w:val="left"/>
      <w:pPr>
        <w:ind w:left="6816" w:hanging="360"/>
      </w:pPr>
      <w:rPr>
        <w:rFonts w:cs="Times New Roman"/>
      </w:rPr>
    </w:lvl>
    <w:lvl w:ilvl="8" w:tplc="0405001B" w:tentative="1">
      <w:start w:val="1"/>
      <w:numFmt w:val="lowerRoman"/>
      <w:lvlText w:val="%9."/>
      <w:lvlJc w:val="right"/>
      <w:pPr>
        <w:ind w:left="7536" w:hanging="180"/>
      </w:pPr>
      <w:rPr>
        <w:rFonts w:cs="Times New Roman"/>
      </w:rPr>
    </w:lvl>
  </w:abstractNum>
  <w:abstractNum w:abstractNumId="14">
    <w:nsid w:val="6518276F"/>
    <w:multiLevelType w:val="hybridMultilevel"/>
    <w:tmpl w:val="F4D422B2"/>
    <w:lvl w:ilvl="0" w:tplc="04050001">
      <w:start w:val="1"/>
      <w:numFmt w:val="bullet"/>
      <w:lvlText w:val=""/>
      <w:lvlJc w:val="left"/>
      <w:pPr>
        <w:ind w:left="1996" w:hanging="360"/>
      </w:pPr>
      <w:rPr>
        <w:rFonts w:ascii="Symbol" w:hAnsi="Symbol" w:hint="default"/>
      </w:rPr>
    </w:lvl>
    <w:lvl w:ilvl="1" w:tplc="0405000F">
      <w:start w:val="1"/>
      <w:numFmt w:val="decimal"/>
      <w:lvlText w:val="%2."/>
      <w:lvlJc w:val="left"/>
      <w:pPr>
        <w:ind w:left="2716" w:hanging="360"/>
      </w:pPr>
      <w:rPr>
        <w:rFonts w:cs="Times New Roman"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start w:val="1"/>
      <w:numFmt w:val="bullet"/>
      <w:lvlText w:val="o"/>
      <w:lvlJc w:val="left"/>
      <w:pPr>
        <w:ind w:left="4876" w:hanging="360"/>
      </w:pPr>
      <w:rPr>
        <w:rFonts w:ascii="Courier New" w:hAnsi="Courier New" w:hint="default"/>
      </w:rPr>
    </w:lvl>
    <w:lvl w:ilvl="5" w:tplc="04050005">
      <w:start w:val="1"/>
      <w:numFmt w:val="bullet"/>
      <w:lvlText w:val=""/>
      <w:lvlJc w:val="left"/>
      <w:pPr>
        <w:ind w:left="5596" w:hanging="360"/>
      </w:pPr>
      <w:rPr>
        <w:rFonts w:ascii="Wingdings" w:hAnsi="Wingdings" w:hint="default"/>
      </w:rPr>
    </w:lvl>
    <w:lvl w:ilvl="6" w:tplc="0405000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10"/>
  </w:num>
  <w:num w:numId="2">
    <w:abstractNumId w:val="1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16755"/>
    <w:rsid w:val="000178F4"/>
    <w:rsid w:val="0002458F"/>
    <w:rsid w:val="00026181"/>
    <w:rsid w:val="00040538"/>
    <w:rsid w:val="00041098"/>
    <w:rsid w:val="00043D21"/>
    <w:rsid w:val="000612F9"/>
    <w:rsid w:val="00065EE4"/>
    <w:rsid w:val="000A1302"/>
    <w:rsid w:val="000F24D0"/>
    <w:rsid w:val="0010253C"/>
    <w:rsid w:val="001558E6"/>
    <w:rsid w:val="00160C5A"/>
    <w:rsid w:val="0016510F"/>
    <w:rsid w:val="00167419"/>
    <w:rsid w:val="001A2B7C"/>
    <w:rsid w:val="001C285F"/>
    <w:rsid w:val="001D07A1"/>
    <w:rsid w:val="001D0F2D"/>
    <w:rsid w:val="001D5EE4"/>
    <w:rsid w:val="001E076E"/>
    <w:rsid w:val="001E3261"/>
    <w:rsid w:val="00250FDE"/>
    <w:rsid w:val="002540B0"/>
    <w:rsid w:val="00275429"/>
    <w:rsid w:val="00285B9A"/>
    <w:rsid w:val="00294678"/>
    <w:rsid w:val="002C08E1"/>
    <w:rsid w:val="002E160A"/>
    <w:rsid w:val="002E28C5"/>
    <w:rsid w:val="002E3570"/>
    <w:rsid w:val="00300A66"/>
    <w:rsid w:val="003257F2"/>
    <w:rsid w:val="00325D8C"/>
    <w:rsid w:val="003270DF"/>
    <w:rsid w:val="00336D76"/>
    <w:rsid w:val="00355007"/>
    <w:rsid w:val="00367DD1"/>
    <w:rsid w:val="00384BAC"/>
    <w:rsid w:val="003878C8"/>
    <w:rsid w:val="003B6AAC"/>
    <w:rsid w:val="00402EFC"/>
    <w:rsid w:val="00412BFF"/>
    <w:rsid w:val="00415F71"/>
    <w:rsid w:val="00431298"/>
    <w:rsid w:val="0046447D"/>
    <w:rsid w:val="0049027A"/>
    <w:rsid w:val="004B35A2"/>
    <w:rsid w:val="004D2901"/>
    <w:rsid w:val="004F4271"/>
    <w:rsid w:val="005021D4"/>
    <w:rsid w:val="00506B8B"/>
    <w:rsid w:val="00521445"/>
    <w:rsid w:val="00526999"/>
    <w:rsid w:val="00534A27"/>
    <w:rsid w:val="00550EC7"/>
    <w:rsid w:val="00570F38"/>
    <w:rsid w:val="00581978"/>
    <w:rsid w:val="0059139A"/>
    <w:rsid w:val="00596EDF"/>
    <w:rsid w:val="005C4B0F"/>
    <w:rsid w:val="005E6661"/>
    <w:rsid w:val="006102C4"/>
    <w:rsid w:val="00646CA4"/>
    <w:rsid w:val="00664D19"/>
    <w:rsid w:val="00685616"/>
    <w:rsid w:val="00694F7E"/>
    <w:rsid w:val="006962EB"/>
    <w:rsid w:val="006B4C7F"/>
    <w:rsid w:val="006B5597"/>
    <w:rsid w:val="006C76E0"/>
    <w:rsid w:val="006E3D4D"/>
    <w:rsid w:val="006E4268"/>
    <w:rsid w:val="006F0338"/>
    <w:rsid w:val="00742B3E"/>
    <w:rsid w:val="00762D5D"/>
    <w:rsid w:val="007665F9"/>
    <w:rsid w:val="00796AF3"/>
    <w:rsid w:val="007A6C41"/>
    <w:rsid w:val="007F4C68"/>
    <w:rsid w:val="00804106"/>
    <w:rsid w:val="008442F8"/>
    <w:rsid w:val="008468A8"/>
    <w:rsid w:val="00860DF8"/>
    <w:rsid w:val="0086210F"/>
    <w:rsid w:val="00863025"/>
    <w:rsid w:val="00880169"/>
    <w:rsid w:val="00880FD3"/>
    <w:rsid w:val="00885186"/>
    <w:rsid w:val="00886ECE"/>
    <w:rsid w:val="008A5A2D"/>
    <w:rsid w:val="00901E7D"/>
    <w:rsid w:val="00912F82"/>
    <w:rsid w:val="009217A7"/>
    <w:rsid w:val="009222D8"/>
    <w:rsid w:val="00923EB0"/>
    <w:rsid w:val="0096565E"/>
    <w:rsid w:val="009840EB"/>
    <w:rsid w:val="00991256"/>
    <w:rsid w:val="009A57EA"/>
    <w:rsid w:val="009B005F"/>
    <w:rsid w:val="009E61D3"/>
    <w:rsid w:val="00A0535A"/>
    <w:rsid w:val="00A12B4D"/>
    <w:rsid w:val="00A153D0"/>
    <w:rsid w:val="00A32144"/>
    <w:rsid w:val="00A3434A"/>
    <w:rsid w:val="00A45376"/>
    <w:rsid w:val="00A47E96"/>
    <w:rsid w:val="00A74AF1"/>
    <w:rsid w:val="00AB4B3B"/>
    <w:rsid w:val="00AC4BBB"/>
    <w:rsid w:val="00AC59F3"/>
    <w:rsid w:val="00AD5F47"/>
    <w:rsid w:val="00AE22FD"/>
    <w:rsid w:val="00AF1813"/>
    <w:rsid w:val="00B17C1C"/>
    <w:rsid w:val="00B250A5"/>
    <w:rsid w:val="00B36B2A"/>
    <w:rsid w:val="00B46B86"/>
    <w:rsid w:val="00B56A34"/>
    <w:rsid w:val="00B80EF5"/>
    <w:rsid w:val="00BD35E5"/>
    <w:rsid w:val="00BD55B8"/>
    <w:rsid w:val="00BE4B00"/>
    <w:rsid w:val="00C013FE"/>
    <w:rsid w:val="00C17AE7"/>
    <w:rsid w:val="00C72D2A"/>
    <w:rsid w:val="00C74EA3"/>
    <w:rsid w:val="00CF5D5E"/>
    <w:rsid w:val="00D00320"/>
    <w:rsid w:val="00D35FA9"/>
    <w:rsid w:val="00D45E4E"/>
    <w:rsid w:val="00D67B82"/>
    <w:rsid w:val="00D773A4"/>
    <w:rsid w:val="00D90293"/>
    <w:rsid w:val="00DA5C83"/>
    <w:rsid w:val="00DD1AF1"/>
    <w:rsid w:val="00E711AA"/>
    <w:rsid w:val="00E9396E"/>
    <w:rsid w:val="00EA5F1D"/>
    <w:rsid w:val="00ED29C1"/>
    <w:rsid w:val="00F04BD7"/>
    <w:rsid w:val="00F05542"/>
    <w:rsid w:val="00F3690A"/>
    <w:rsid w:val="00FA2974"/>
    <w:rsid w:val="00FD537F"/>
    <w:rsid w:val="00FE15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paragraph" w:styleId="ListParagraph">
    <w:name w:val="List Paragraph"/>
    <w:basedOn w:val="Normal"/>
    <w:uiPriority w:val="99"/>
    <w:qFormat/>
    <w:rsid w:val="00796AF3"/>
    <w:pPr>
      <w:ind w:left="708"/>
    </w:pPr>
  </w:style>
  <w:style w:type="paragraph" w:styleId="NormalWeb">
    <w:name w:val="Normal (Web)"/>
    <w:basedOn w:val="Normal"/>
    <w:link w:val="NormalWebChar"/>
    <w:uiPriority w:val="99"/>
    <w:rsid w:val="007665F9"/>
    <w:rPr>
      <w:rFonts w:ascii="Times New Roman" w:hAnsi="Times New Roman"/>
      <w:sz w:val="24"/>
      <w:szCs w:val="24"/>
    </w:rPr>
  </w:style>
  <w:style w:type="character" w:customStyle="1" w:styleId="NormalWebChar">
    <w:name w:val="Normal (Web) Char"/>
    <w:basedOn w:val="DefaultParagraphFont"/>
    <w:link w:val="NormalWeb"/>
    <w:uiPriority w:val="99"/>
    <w:locked/>
    <w:rsid w:val="007665F9"/>
    <w:rPr>
      <w:rFonts w:cs="Times New Roman"/>
      <w:sz w:val="24"/>
      <w:szCs w:val="24"/>
      <w:lang w:val="cs-CZ" w:eastAsia="en-US" w:bidi="ar-SA"/>
    </w:rPr>
  </w:style>
  <w:style w:type="character" w:styleId="Hyperlink">
    <w:name w:val="Hyperlink"/>
    <w:basedOn w:val="DefaultParagraphFont"/>
    <w:uiPriority w:val="99"/>
    <w:rsid w:val="00BE4B00"/>
    <w:rPr>
      <w:rFonts w:cs="Times New Roman"/>
      <w:color w:val="0000FF"/>
      <w:u w:val="single"/>
    </w:rPr>
  </w:style>
  <w:style w:type="paragraph" w:styleId="NormalIndent">
    <w:name w:val="Normal Indent"/>
    <w:basedOn w:val="Normal"/>
    <w:uiPriority w:val="99"/>
    <w:rsid w:val="00A153D0"/>
    <w:pPr>
      <w:ind w:left="720"/>
    </w:pPr>
  </w:style>
  <w:style w:type="paragraph" w:styleId="BlockText">
    <w:name w:val="Block Text"/>
    <w:basedOn w:val="Normal"/>
    <w:uiPriority w:val="99"/>
    <w:rsid w:val="001D0F2D"/>
    <w:pPr>
      <w:spacing w:after="120"/>
      <w:ind w:left="1440" w:right="1440"/>
    </w:pPr>
  </w:style>
</w:styles>
</file>

<file path=word/webSettings.xml><?xml version="1.0" encoding="utf-8"?>
<w:webSettings xmlns:r="http://schemas.openxmlformats.org/officeDocument/2006/relationships" xmlns:w="http://schemas.openxmlformats.org/wordprocessingml/2006/main">
  <w:divs>
    <w:div w:id="384531645">
      <w:marLeft w:val="0"/>
      <w:marRight w:val="0"/>
      <w:marTop w:val="0"/>
      <w:marBottom w:val="0"/>
      <w:divBdr>
        <w:top w:val="none" w:sz="0" w:space="0" w:color="auto"/>
        <w:left w:val="none" w:sz="0" w:space="0" w:color="auto"/>
        <w:bottom w:val="none" w:sz="0" w:space="0" w:color="auto"/>
        <w:right w:val="none" w:sz="0" w:space="0" w:color="auto"/>
      </w:divBdr>
    </w:div>
    <w:div w:id="384531646">
      <w:marLeft w:val="0"/>
      <w:marRight w:val="0"/>
      <w:marTop w:val="0"/>
      <w:marBottom w:val="0"/>
      <w:divBdr>
        <w:top w:val="none" w:sz="0" w:space="0" w:color="auto"/>
        <w:left w:val="none" w:sz="0" w:space="0" w:color="auto"/>
        <w:bottom w:val="none" w:sz="0" w:space="0" w:color="auto"/>
        <w:right w:val="none" w:sz="0" w:space="0" w:color="auto"/>
      </w:divBdr>
    </w:div>
    <w:div w:id="384531647">
      <w:marLeft w:val="0"/>
      <w:marRight w:val="0"/>
      <w:marTop w:val="0"/>
      <w:marBottom w:val="0"/>
      <w:divBdr>
        <w:top w:val="none" w:sz="0" w:space="0" w:color="auto"/>
        <w:left w:val="none" w:sz="0" w:space="0" w:color="auto"/>
        <w:bottom w:val="none" w:sz="0" w:space="0" w:color="auto"/>
        <w:right w:val="none" w:sz="0" w:space="0" w:color="auto"/>
      </w:divBdr>
    </w:div>
    <w:div w:id="384531648">
      <w:marLeft w:val="0"/>
      <w:marRight w:val="0"/>
      <w:marTop w:val="0"/>
      <w:marBottom w:val="0"/>
      <w:divBdr>
        <w:top w:val="none" w:sz="0" w:space="0" w:color="auto"/>
        <w:left w:val="none" w:sz="0" w:space="0" w:color="auto"/>
        <w:bottom w:val="none" w:sz="0" w:space="0" w:color="auto"/>
        <w:right w:val="none" w:sz="0" w:space="0" w:color="auto"/>
      </w:divBdr>
    </w:div>
    <w:div w:id="384531649">
      <w:marLeft w:val="0"/>
      <w:marRight w:val="0"/>
      <w:marTop w:val="0"/>
      <w:marBottom w:val="0"/>
      <w:divBdr>
        <w:top w:val="none" w:sz="0" w:space="0" w:color="auto"/>
        <w:left w:val="none" w:sz="0" w:space="0" w:color="auto"/>
        <w:bottom w:val="none" w:sz="0" w:space="0" w:color="auto"/>
        <w:right w:val="none" w:sz="0" w:space="0" w:color="auto"/>
      </w:divBdr>
    </w:div>
    <w:div w:id="384531650">
      <w:marLeft w:val="0"/>
      <w:marRight w:val="0"/>
      <w:marTop w:val="0"/>
      <w:marBottom w:val="0"/>
      <w:divBdr>
        <w:top w:val="none" w:sz="0" w:space="0" w:color="auto"/>
        <w:left w:val="none" w:sz="0" w:space="0" w:color="auto"/>
        <w:bottom w:val="none" w:sz="0" w:space="0" w:color="auto"/>
        <w:right w:val="none" w:sz="0" w:space="0" w:color="auto"/>
      </w:divBdr>
    </w:div>
    <w:div w:id="3845316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hoda.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3</Pages>
  <Words>750</Words>
  <Characters>4276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Sex – to je oč tu běží - 1</dc:title>
  <dc:subject/>
  <dc:creator>majkus</dc:creator>
  <cp:keywords/>
  <dc:description/>
  <cp:lastModifiedBy>jmacek2</cp:lastModifiedBy>
  <cp:revision>6</cp:revision>
  <cp:lastPrinted>2013-07-15T14:15:00Z</cp:lastPrinted>
  <dcterms:created xsi:type="dcterms:W3CDTF">2013-09-24T06:58:00Z</dcterms:created>
  <dcterms:modified xsi:type="dcterms:W3CDTF">2013-09-24T08:09:00Z</dcterms:modified>
</cp:coreProperties>
</file>